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0C5197" wp14:editId="5CA30CC8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FF07F2" w:rsidRDefault="00FF07F2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type w14:anchorId="7D0C519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#f0f0f0 [3212]" stroked="f" strokeweight=".5pt">
                      <v:textbox>
                        <w:txbxContent>
                          <w:p w:rsidR="00FF07F2" w:rsidRDefault="00FF07F2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9D4910" w:rsidP="0037111D">
            <w:r w:rsidRPr="009D4910">
              <w:rPr>
                <w:rFonts w:ascii="Helvetica" w:hAnsi="Helvetica"/>
              </w:rPr>
              <w:t>8008/2020-SŽ-SSV-Ú3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4968A4" w:rsidRDefault="00F862D6" w:rsidP="0077673A">
            <w:r w:rsidRPr="004968A4">
              <w:t>Listů/příloh</w:t>
            </w:r>
          </w:p>
        </w:tc>
        <w:tc>
          <w:tcPr>
            <w:tcW w:w="2552" w:type="dxa"/>
          </w:tcPr>
          <w:p w:rsidR="00F862D6" w:rsidRPr="004968A4" w:rsidRDefault="004968A4" w:rsidP="00CC1E2B">
            <w:r w:rsidRPr="004968A4">
              <w:t>2</w:t>
            </w:r>
            <w:r w:rsidR="002F5250" w:rsidRPr="004968A4">
              <w:t>/</w:t>
            </w:r>
            <w:r w:rsidRPr="004968A4">
              <w:t>1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D36EA8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D36EA8" w:rsidP="009A7568">
            <w:r>
              <w:t>+420 724 932 325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D36EA8" w:rsidP="006104F6">
            <w:r>
              <w:t>Majerova@spravazeleznic.cz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9A7568" w:rsidRPr="003E6B9A" w:rsidRDefault="006E3EAB" w:rsidP="002F5250">
            <w:bookmarkStart w:id="0" w:name="Datum"/>
            <w:r>
              <w:t>2</w:t>
            </w:r>
            <w:r w:rsidR="002F5250">
              <w:t>5</w:t>
            </w:r>
            <w:r w:rsidR="00871912">
              <w:t xml:space="preserve">. </w:t>
            </w:r>
            <w:r w:rsidR="00EC3C53">
              <w:t>srpna</w:t>
            </w:r>
            <w:r w:rsidR="00871912">
              <w:t xml:space="preserve"> 2020</w:t>
            </w:r>
            <w:r w:rsidR="00871912" w:rsidRPr="003E6B9A">
              <w:t xml:space="preserve"> </w:t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Pr="009D4910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D36EA8" w:rsidRPr="00D36EA8">
        <w:rPr>
          <w:rFonts w:eastAsia="Calibri" w:cs="Times New Roman"/>
          <w:b/>
          <w:lang w:eastAsia="cs-CZ"/>
        </w:rPr>
        <w:t>Ústí n. O. - Brandýs n</w:t>
      </w:r>
      <w:r w:rsidR="00D36EA8" w:rsidRPr="009D4910">
        <w:rPr>
          <w:rFonts w:eastAsia="Calibri" w:cs="Times New Roman"/>
          <w:b/>
          <w:lang w:eastAsia="cs-CZ"/>
        </w:rPr>
        <w:t>. O. - původní stopa, BC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9D4910">
        <w:rPr>
          <w:rFonts w:eastAsia="Calibri" w:cs="Times New Roman"/>
          <w:lang w:eastAsia="cs-CZ"/>
        </w:rPr>
        <w:t>Vysvětlení/ změna/ doplnění zadávací dokumentace č</w:t>
      </w:r>
      <w:r w:rsidR="0092166E" w:rsidRPr="009D4910">
        <w:rPr>
          <w:rFonts w:eastAsia="Calibri" w:cs="Times New Roman"/>
          <w:lang w:eastAsia="cs-CZ"/>
        </w:rPr>
        <w:t xml:space="preserve">. </w:t>
      </w:r>
      <w:r w:rsidR="009D4910" w:rsidRPr="009D4910">
        <w:rPr>
          <w:rFonts w:eastAsia="Calibri" w:cs="Times New Roman"/>
          <w:lang w:eastAsia="cs-CZ"/>
        </w:rPr>
        <w:t>19</w:t>
      </w:r>
      <w:r w:rsidRPr="009D4910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9D4910">
        <w:rPr>
          <w:rFonts w:eastAsia="Times New Roman" w:cs="Times New Roman"/>
          <w:lang w:eastAsia="cs-CZ"/>
        </w:rPr>
        <w:instrText xml:space="preserve"> FORMTEXT </w:instrText>
      </w:r>
      <w:r w:rsidRPr="009D4910">
        <w:rPr>
          <w:rFonts w:eastAsia="Times New Roman" w:cs="Times New Roman"/>
          <w:lang w:eastAsia="cs-CZ"/>
        </w:rPr>
      </w:r>
      <w:r w:rsidRPr="009D4910">
        <w:rPr>
          <w:rFonts w:eastAsia="Times New Roman" w:cs="Times New Roman"/>
          <w:lang w:eastAsia="cs-CZ"/>
        </w:rPr>
        <w:fldChar w:fldCharType="separate"/>
      </w:r>
      <w:r w:rsidRPr="009D4910">
        <w:rPr>
          <w:rFonts w:eastAsia="Times New Roman" w:cs="Times New Roman"/>
          <w:lang w:eastAsia="cs-CZ"/>
        </w:rPr>
        <w:t> </w:t>
      </w:r>
      <w:r w:rsidRPr="009D4910">
        <w:rPr>
          <w:rFonts w:eastAsia="Times New Roman" w:cs="Times New Roman"/>
          <w:lang w:eastAsia="cs-CZ"/>
        </w:rPr>
        <w:t> </w:t>
      </w:r>
      <w:r w:rsidRPr="009D4910">
        <w:rPr>
          <w:rFonts w:eastAsia="Times New Roman" w:cs="Times New Roman"/>
          <w:lang w:eastAsia="cs-CZ"/>
        </w:rPr>
        <w:t> </w:t>
      </w:r>
      <w:r w:rsidRPr="009D4910">
        <w:rPr>
          <w:rFonts w:eastAsia="Times New Roman" w:cs="Times New Roman"/>
          <w:lang w:eastAsia="cs-CZ"/>
        </w:rPr>
        <w:t> </w:t>
      </w:r>
      <w:r w:rsidRPr="009D4910">
        <w:rPr>
          <w:rFonts w:eastAsia="Times New Roman" w:cs="Times New Roman"/>
          <w:lang w:eastAsia="cs-CZ"/>
        </w:rPr>
        <w:t> </w:t>
      </w:r>
      <w:r w:rsidRPr="009D4910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F65E59" w:rsidRDefault="00F65E59" w:rsidP="005A704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F65E59" w:rsidRDefault="00F65E59" w:rsidP="005A704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F65E59" w:rsidRDefault="00F65E59" w:rsidP="00F65E59">
      <w:pPr>
        <w:spacing w:after="0" w:line="240" w:lineRule="auto"/>
        <w:rPr>
          <w:rFonts w:eastAsia="Calibri" w:cs="Times New Roman"/>
          <w:b/>
          <w:lang w:eastAsia="cs-CZ"/>
        </w:rPr>
      </w:pPr>
      <w:r w:rsidRPr="008302E6">
        <w:rPr>
          <w:rFonts w:eastAsia="Calibri" w:cs="Times New Roman"/>
          <w:b/>
          <w:lang w:eastAsia="cs-CZ"/>
        </w:rPr>
        <w:t xml:space="preserve">Dotaz č. </w:t>
      </w:r>
      <w:r w:rsidR="002642D2">
        <w:rPr>
          <w:rFonts w:eastAsia="Calibri" w:cs="Times New Roman"/>
          <w:b/>
          <w:lang w:eastAsia="cs-CZ"/>
        </w:rPr>
        <w:t>207</w:t>
      </w:r>
      <w:r w:rsidRPr="008302E6">
        <w:rPr>
          <w:rFonts w:eastAsia="Calibri" w:cs="Times New Roman"/>
          <w:b/>
          <w:lang w:eastAsia="cs-CZ"/>
        </w:rPr>
        <w:t>:</w:t>
      </w:r>
    </w:p>
    <w:p w:rsidR="006E3EAB" w:rsidRPr="002642D2" w:rsidRDefault="002642D2" w:rsidP="002642D2">
      <w:pPr>
        <w:spacing w:after="0" w:line="240" w:lineRule="auto"/>
        <w:jc w:val="both"/>
        <w:rPr>
          <w:rFonts w:eastAsia="Times New Roman" w:cs="Tahoma"/>
          <w:color w:val="000000"/>
          <w:lang w:eastAsia="cs-CZ"/>
        </w:rPr>
      </w:pPr>
      <w:r w:rsidRPr="002642D2">
        <w:rPr>
          <w:rFonts w:cs="Tahoma"/>
          <w:color w:val="000000"/>
          <w:shd w:val="clear" w:color="auto" w:fill="FFFFFF"/>
        </w:rPr>
        <w:t xml:space="preserve">U všech provozních souborů </w:t>
      </w:r>
      <w:proofErr w:type="gramStart"/>
      <w:r w:rsidRPr="002642D2">
        <w:rPr>
          <w:rFonts w:cs="Tahoma"/>
          <w:color w:val="000000"/>
          <w:shd w:val="clear" w:color="auto" w:fill="FFFFFF"/>
        </w:rPr>
        <w:t>části D.1.2</w:t>
      </w:r>
      <w:proofErr w:type="gramEnd"/>
      <w:r w:rsidRPr="002642D2">
        <w:rPr>
          <w:rFonts w:cs="Tahoma"/>
          <w:color w:val="000000"/>
          <w:shd w:val="clear" w:color="auto" w:fill="FFFFFF"/>
        </w:rPr>
        <w:t xml:space="preserve"> a u PS 00-01-51, PS 00-01-52 v části D.1.1 postrádáme položku pro ocenění realizační dokumentace (položka „VYPRACOVÁNÍ RDS“), tak jak je tato položka uvedena u zbylých provozních souborů části D.1.1. Domníváme se správně, že pro tento účel může být použito položky č. 4 „Projektová dokumentace pro provádění stavby (PDPS)“ ve Všeobecném objektu SO 98-98?</w:t>
      </w:r>
    </w:p>
    <w:p w:rsidR="00BF4924" w:rsidRDefault="00BF4924" w:rsidP="00F65E5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65E59" w:rsidRPr="008302E6" w:rsidRDefault="00F65E59" w:rsidP="00F65E59">
      <w:pPr>
        <w:spacing w:after="0" w:line="240" w:lineRule="auto"/>
        <w:rPr>
          <w:rFonts w:eastAsia="Calibri" w:cs="Times New Roman"/>
          <w:b/>
          <w:lang w:eastAsia="cs-CZ"/>
        </w:rPr>
      </w:pPr>
      <w:r w:rsidRPr="008302E6">
        <w:rPr>
          <w:rFonts w:eastAsia="Calibri" w:cs="Times New Roman"/>
          <w:b/>
          <w:lang w:eastAsia="cs-CZ"/>
        </w:rPr>
        <w:t xml:space="preserve">Odpověď: </w:t>
      </w:r>
    </w:p>
    <w:p w:rsidR="005441AD" w:rsidRPr="005441AD" w:rsidRDefault="005441AD" w:rsidP="005441AD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5441AD">
        <w:rPr>
          <w:rFonts w:eastAsia="Times New Roman" w:cs="Times New Roman"/>
          <w:bCs/>
          <w:lang w:eastAsia="cs-CZ"/>
        </w:rPr>
        <w:t>Vypracování RDS následujících PS bude oceněno v rámci položky č. 4 „Projektová dokumentace pro provádění stavby (PDPS)“ ve Všeobecném objektu SO 98-98:</w:t>
      </w:r>
    </w:p>
    <w:p w:rsidR="005441AD" w:rsidRPr="005441AD" w:rsidRDefault="005441AD" w:rsidP="005441AD">
      <w:p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5441AD">
        <w:rPr>
          <w:rFonts w:eastAsia="Times New Roman" w:cs="Times New Roman"/>
          <w:bCs/>
          <w:lang w:eastAsia="cs-CZ"/>
        </w:rPr>
        <w:t>PS 00-01-51</w:t>
      </w:r>
    </w:p>
    <w:p w:rsidR="005441AD" w:rsidRPr="005441AD" w:rsidRDefault="005441AD" w:rsidP="005441AD">
      <w:p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5441AD">
        <w:rPr>
          <w:rFonts w:eastAsia="Times New Roman" w:cs="Times New Roman"/>
          <w:bCs/>
          <w:lang w:eastAsia="cs-CZ"/>
        </w:rPr>
        <w:t>PS 00-01-52</w:t>
      </w:r>
    </w:p>
    <w:p w:rsidR="005441AD" w:rsidRPr="005441AD" w:rsidRDefault="005441AD" w:rsidP="005441AD">
      <w:p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5441AD">
        <w:rPr>
          <w:rFonts w:eastAsia="Times New Roman" w:cs="Times New Roman"/>
          <w:bCs/>
          <w:lang w:eastAsia="cs-CZ"/>
        </w:rPr>
        <w:t>PS 00-02-51</w:t>
      </w:r>
    </w:p>
    <w:p w:rsidR="005441AD" w:rsidRPr="005441AD" w:rsidRDefault="005441AD" w:rsidP="005441AD">
      <w:p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5441AD">
        <w:rPr>
          <w:rFonts w:eastAsia="Times New Roman" w:cs="Times New Roman"/>
          <w:bCs/>
          <w:lang w:eastAsia="cs-CZ"/>
        </w:rPr>
        <w:t>PS 00-02-52</w:t>
      </w:r>
    </w:p>
    <w:p w:rsidR="005441AD" w:rsidRPr="005441AD" w:rsidRDefault="005441AD" w:rsidP="005441AD">
      <w:p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5441AD">
        <w:rPr>
          <w:rFonts w:eastAsia="Times New Roman" w:cs="Times New Roman"/>
          <w:bCs/>
          <w:lang w:eastAsia="cs-CZ"/>
        </w:rPr>
        <w:t>PS 00-02-53</w:t>
      </w:r>
    </w:p>
    <w:p w:rsidR="005441AD" w:rsidRPr="005441AD" w:rsidRDefault="005441AD" w:rsidP="005441AD">
      <w:p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5441AD">
        <w:rPr>
          <w:rFonts w:eastAsia="Times New Roman" w:cs="Times New Roman"/>
          <w:bCs/>
          <w:lang w:eastAsia="cs-CZ"/>
        </w:rPr>
        <w:t>PS 00-02-81</w:t>
      </w:r>
    </w:p>
    <w:p w:rsidR="005441AD" w:rsidRPr="005441AD" w:rsidRDefault="005441AD" w:rsidP="005441AD">
      <w:p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5441AD">
        <w:rPr>
          <w:rFonts w:eastAsia="Times New Roman" w:cs="Times New Roman"/>
          <w:bCs/>
          <w:lang w:eastAsia="cs-CZ"/>
        </w:rPr>
        <w:t>PS 00-02-91</w:t>
      </w:r>
    </w:p>
    <w:p w:rsidR="005441AD" w:rsidRPr="005441AD" w:rsidRDefault="005441AD" w:rsidP="005441AD">
      <w:p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5441AD">
        <w:rPr>
          <w:rFonts w:eastAsia="Times New Roman" w:cs="Times New Roman"/>
          <w:bCs/>
          <w:lang w:eastAsia="cs-CZ"/>
        </w:rPr>
        <w:t>PS 01-02-91</w:t>
      </w:r>
    </w:p>
    <w:p w:rsidR="005441AD" w:rsidRPr="005441AD" w:rsidRDefault="005441AD" w:rsidP="005441AD">
      <w:p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5441AD">
        <w:rPr>
          <w:rFonts w:eastAsia="Times New Roman" w:cs="Times New Roman"/>
          <w:bCs/>
          <w:lang w:eastAsia="cs-CZ"/>
        </w:rPr>
        <w:t>PS 03-02-11</w:t>
      </w:r>
    </w:p>
    <w:p w:rsidR="005441AD" w:rsidRPr="005441AD" w:rsidRDefault="005441AD" w:rsidP="005441AD">
      <w:p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5441AD">
        <w:rPr>
          <w:rFonts w:eastAsia="Times New Roman" w:cs="Times New Roman"/>
          <w:bCs/>
          <w:lang w:eastAsia="cs-CZ"/>
        </w:rPr>
        <w:t>PS 03-02-41</w:t>
      </w:r>
    </w:p>
    <w:p w:rsidR="005441AD" w:rsidRPr="005441AD" w:rsidRDefault="005441AD" w:rsidP="005441AD">
      <w:p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5441AD">
        <w:rPr>
          <w:rFonts w:eastAsia="Times New Roman" w:cs="Times New Roman"/>
          <w:bCs/>
          <w:lang w:eastAsia="cs-CZ"/>
        </w:rPr>
        <w:t>PS 03-02-91</w:t>
      </w:r>
    </w:p>
    <w:p w:rsidR="005441AD" w:rsidRPr="005441AD" w:rsidRDefault="005441AD" w:rsidP="005441AD">
      <w:p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5441AD">
        <w:rPr>
          <w:rFonts w:eastAsia="Times New Roman" w:cs="Times New Roman"/>
          <w:bCs/>
          <w:lang w:eastAsia="cs-CZ"/>
        </w:rPr>
        <w:t>PS 05-02-11</w:t>
      </w:r>
    </w:p>
    <w:p w:rsidR="005441AD" w:rsidRPr="005441AD" w:rsidRDefault="005441AD" w:rsidP="005441AD">
      <w:p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5441AD">
        <w:rPr>
          <w:rFonts w:eastAsia="Times New Roman" w:cs="Times New Roman"/>
          <w:bCs/>
          <w:lang w:eastAsia="cs-CZ"/>
        </w:rPr>
        <w:t>PS 05-02-21</w:t>
      </w:r>
    </w:p>
    <w:p w:rsidR="005441AD" w:rsidRPr="005441AD" w:rsidRDefault="005441AD" w:rsidP="005441AD">
      <w:p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5441AD">
        <w:rPr>
          <w:rFonts w:eastAsia="Times New Roman" w:cs="Times New Roman"/>
          <w:bCs/>
          <w:lang w:eastAsia="cs-CZ"/>
        </w:rPr>
        <w:t>PS 05-02-41</w:t>
      </w:r>
    </w:p>
    <w:p w:rsidR="005441AD" w:rsidRPr="005441AD" w:rsidRDefault="005441AD" w:rsidP="005441AD">
      <w:p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5441AD">
        <w:rPr>
          <w:rFonts w:eastAsia="Times New Roman" w:cs="Times New Roman"/>
          <w:bCs/>
          <w:lang w:eastAsia="cs-CZ"/>
        </w:rPr>
        <w:t>PS 05-02-42</w:t>
      </w:r>
    </w:p>
    <w:p w:rsidR="005441AD" w:rsidRPr="005441AD" w:rsidRDefault="005441AD" w:rsidP="005441AD">
      <w:p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5441AD">
        <w:rPr>
          <w:rFonts w:eastAsia="Times New Roman" w:cs="Times New Roman"/>
          <w:bCs/>
          <w:lang w:eastAsia="cs-CZ"/>
        </w:rPr>
        <w:t>PS 05-02-43</w:t>
      </w:r>
    </w:p>
    <w:p w:rsidR="005441AD" w:rsidRPr="005441AD" w:rsidRDefault="005441AD" w:rsidP="005441AD">
      <w:p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5441AD">
        <w:rPr>
          <w:rFonts w:eastAsia="Times New Roman" w:cs="Times New Roman"/>
          <w:bCs/>
          <w:lang w:eastAsia="cs-CZ"/>
        </w:rPr>
        <w:t>PS 05-02-71</w:t>
      </w:r>
    </w:p>
    <w:p w:rsidR="005441AD" w:rsidRPr="005441AD" w:rsidRDefault="005441AD" w:rsidP="005441AD">
      <w:p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5441AD">
        <w:rPr>
          <w:rFonts w:eastAsia="Times New Roman" w:cs="Times New Roman"/>
          <w:bCs/>
          <w:lang w:eastAsia="cs-CZ"/>
        </w:rPr>
        <w:t>PS 05-02-91</w:t>
      </w:r>
    </w:p>
    <w:p w:rsidR="005441AD" w:rsidRPr="005441AD" w:rsidRDefault="005441AD" w:rsidP="005441AD">
      <w:p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5441AD">
        <w:rPr>
          <w:rFonts w:eastAsia="Times New Roman" w:cs="Times New Roman"/>
          <w:bCs/>
          <w:lang w:eastAsia="cs-CZ"/>
        </w:rPr>
        <w:t>PS 05-02-92</w:t>
      </w:r>
    </w:p>
    <w:p w:rsidR="005441AD" w:rsidRPr="005441AD" w:rsidRDefault="005441AD" w:rsidP="005441AD">
      <w:p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5441AD">
        <w:rPr>
          <w:rFonts w:eastAsia="Times New Roman" w:cs="Times New Roman"/>
          <w:bCs/>
          <w:lang w:eastAsia="cs-CZ"/>
        </w:rPr>
        <w:t>PS 91-02-91</w:t>
      </w:r>
    </w:p>
    <w:p w:rsidR="005441AD" w:rsidRPr="005441AD" w:rsidRDefault="005441AD" w:rsidP="005441AD">
      <w:p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5441AD">
        <w:rPr>
          <w:rFonts w:eastAsia="Times New Roman" w:cs="Times New Roman"/>
          <w:bCs/>
          <w:lang w:eastAsia="cs-CZ"/>
        </w:rPr>
        <w:t>PS 91-02-92</w:t>
      </w:r>
    </w:p>
    <w:p w:rsidR="005441AD" w:rsidRPr="005441AD" w:rsidRDefault="005441AD" w:rsidP="005441AD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5441AD">
        <w:rPr>
          <w:rFonts w:eastAsia="Times New Roman" w:cs="Times New Roman"/>
          <w:bCs/>
          <w:lang w:eastAsia="cs-CZ"/>
        </w:rPr>
        <w:t>PS 05-02-92</w:t>
      </w:r>
    </w:p>
    <w:p w:rsidR="00850584" w:rsidRDefault="00850584" w:rsidP="00850584">
      <w:pPr>
        <w:spacing w:after="120" w:line="240" w:lineRule="auto"/>
        <w:rPr>
          <w:rFonts w:eastAsia="Times New Roman" w:cs="Times New Roman"/>
          <w:bCs/>
          <w:i/>
          <w:iCs/>
          <w:lang w:eastAsia="cs-CZ"/>
        </w:rPr>
      </w:pPr>
    </w:p>
    <w:p w:rsidR="009D4910" w:rsidRDefault="009D4910" w:rsidP="009D4910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208:</w:t>
      </w:r>
    </w:p>
    <w:p w:rsidR="009D4910" w:rsidRPr="009D4910" w:rsidRDefault="009D4910" w:rsidP="009D4910">
      <w:pPr>
        <w:spacing w:after="0" w:line="240" w:lineRule="auto"/>
        <w:jc w:val="both"/>
        <w:rPr>
          <w:rFonts w:cs="Tahoma"/>
          <w:shd w:val="clear" w:color="auto" w:fill="FFFFFF"/>
        </w:rPr>
      </w:pPr>
      <w:r w:rsidRPr="009D4910">
        <w:rPr>
          <w:rFonts w:cs="Tahoma"/>
          <w:shd w:val="clear" w:color="auto" w:fill="FFFFFF"/>
        </w:rPr>
        <w:t xml:space="preserve">SO03-10-01: </w:t>
      </w:r>
      <w:proofErr w:type="gramStart"/>
      <w:r w:rsidRPr="009D4910">
        <w:rPr>
          <w:rFonts w:cs="Tahoma"/>
          <w:shd w:val="clear" w:color="auto" w:fill="FFFFFF"/>
        </w:rPr>
        <w:t>pol.č.</w:t>
      </w:r>
      <w:proofErr w:type="gramEnd"/>
      <w:r w:rsidRPr="009D4910">
        <w:rPr>
          <w:rFonts w:cs="Tahoma"/>
          <w:shd w:val="clear" w:color="auto" w:fill="FFFFFF"/>
        </w:rPr>
        <w:t xml:space="preserve">27 soupisu prací má dle popisu reprezentovat úpravu GPK po průjezdu SČ před sanační linkou. V tomto objektu však SČ a sanační linka nasazena nebude. Není </w:t>
      </w:r>
      <w:proofErr w:type="gramStart"/>
      <w:r w:rsidRPr="009D4910">
        <w:rPr>
          <w:rFonts w:cs="Tahoma"/>
          <w:shd w:val="clear" w:color="auto" w:fill="FFFFFF"/>
        </w:rPr>
        <w:t>pol.č.</w:t>
      </w:r>
      <w:proofErr w:type="gramEnd"/>
      <w:r w:rsidRPr="009D4910">
        <w:rPr>
          <w:rFonts w:cs="Tahoma"/>
          <w:shd w:val="clear" w:color="auto" w:fill="FFFFFF"/>
        </w:rPr>
        <w:t>27 nadbytečná?</w:t>
      </w:r>
    </w:p>
    <w:p w:rsidR="009D4910" w:rsidRPr="009D4910" w:rsidRDefault="009D4910" w:rsidP="009D4910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9D4910" w:rsidRPr="009D4910" w:rsidRDefault="009D4910" w:rsidP="009D4910">
      <w:pPr>
        <w:spacing w:after="0" w:line="240" w:lineRule="auto"/>
        <w:rPr>
          <w:rFonts w:eastAsia="Calibri" w:cs="Times New Roman"/>
          <w:b/>
          <w:lang w:eastAsia="cs-CZ"/>
        </w:rPr>
      </w:pPr>
      <w:r w:rsidRPr="009D4910">
        <w:rPr>
          <w:rFonts w:eastAsia="Calibri" w:cs="Times New Roman"/>
          <w:b/>
          <w:lang w:eastAsia="cs-CZ"/>
        </w:rPr>
        <w:lastRenderedPageBreak/>
        <w:t xml:space="preserve">Odpověď: </w:t>
      </w:r>
    </w:p>
    <w:p w:rsidR="009D4910" w:rsidRPr="009D4910" w:rsidRDefault="009D4910" w:rsidP="009D4910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9D4910">
        <w:rPr>
          <w:rFonts w:eastAsia="Times New Roman" w:cs="Times New Roman"/>
          <w:bCs/>
          <w:lang w:eastAsia="cs-CZ"/>
        </w:rPr>
        <w:t>Ze Soupisu SO 03-10-01 byla odstraněna položka</w:t>
      </w:r>
    </w:p>
    <w:p w:rsidR="009D4910" w:rsidRPr="009D4910" w:rsidRDefault="009D4910" w:rsidP="009D4910">
      <w:pPr>
        <w:spacing w:after="0" w:line="240" w:lineRule="auto"/>
        <w:rPr>
          <w:rFonts w:eastAsia="Times New Roman" w:cs="Times New Roman"/>
          <w:bCs/>
          <w:lang w:eastAsia="cs-CZ"/>
        </w:rPr>
      </w:pPr>
      <w:proofErr w:type="gramStart"/>
      <w:r w:rsidRPr="009D4910">
        <w:rPr>
          <w:rFonts w:eastAsia="Times New Roman" w:cs="Times New Roman"/>
          <w:bCs/>
          <w:lang w:eastAsia="cs-CZ"/>
        </w:rPr>
        <w:t>Č.27</w:t>
      </w:r>
      <w:proofErr w:type="gramEnd"/>
      <w:r w:rsidRPr="009D4910">
        <w:rPr>
          <w:rFonts w:eastAsia="Times New Roman" w:cs="Times New Roman"/>
          <w:bCs/>
          <w:lang w:eastAsia="cs-CZ"/>
        </w:rPr>
        <w:t>, 542121R, SMĚROVÉ A VÝŠKOVÉ VYROVNÁNÍ KOLEJE NA PRAŽCÍCH BETONOVÝCH</w:t>
      </w:r>
    </w:p>
    <w:p w:rsidR="009D4910" w:rsidRPr="009D4910" w:rsidRDefault="009D4910" w:rsidP="009D4910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9D4910">
        <w:rPr>
          <w:rFonts w:eastAsia="Times New Roman" w:cs="Times New Roman"/>
          <w:bCs/>
          <w:lang w:eastAsia="cs-CZ"/>
        </w:rPr>
        <w:t>Pořadí následných položek bylo přečíslováno (v Soupisu prací vyznačeno červeně)</w:t>
      </w:r>
    </w:p>
    <w:p w:rsidR="009D4910" w:rsidRPr="009D4910" w:rsidRDefault="009D4910" w:rsidP="009D4910">
      <w:p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9D4910">
        <w:rPr>
          <w:rFonts w:eastAsia="Times New Roman" w:cs="Times New Roman"/>
          <w:bCs/>
          <w:i/>
          <w:iCs/>
          <w:lang w:eastAsia="cs-CZ"/>
        </w:rPr>
        <w:t xml:space="preserve">Upraven dokument </w:t>
      </w:r>
      <w:r w:rsidRPr="009D4910">
        <w:rPr>
          <w:rFonts w:eastAsia="Calibri" w:cs="Times New Roman"/>
          <w:i/>
          <w:iCs/>
          <w:lang w:eastAsia="cs-CZ"/>
        </w:rPr>
        <w:t>SO031001_upr05.xlsm</w:t>
      </w:r>
    </w:p>
    <w:p w:rsidR="009D4910" w:rsidRPr="009D4910" w:rsidRDefault="009D4910" w:rsidP="009D4910">
      <w:pPr>
        <w:spacing w:after="0" w:line="240" w:lineRule="auto"/>
        <w:rPr>
          <w:rFonts w:eastAsia="Times New Roman" w:cs="Times New Roman"/>
          <w:bCs/>
          <w:lang w:eastAsia="cs-CZ"/>
        </w:rPr>
      </w:pPr>
    </w:p>
    <w:p w:rsidR="009D4910" w:rsidRPr="009D4910" w:rsidRDefault="009D4910" w:rsidP="009D4910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9D4910" w:rsidRPr="009D4910" w:rsidRDefault="009D4910" w:rsidP="009D4910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D4910">
        <w:rPr>
          <w:rFonts w:eastAsia="Calibri" w:cs="Times New Roman"/>
          <w:b/>
          <w:lang w:eastAsia="cs-CZ"/>
        </w:rPr>
        <w:t>Dotaz č. 209:</w:t>
      </w:r>
    </w:p>
    <w:p w:rsidR="009D4910" w:rsidRPr="009D4910" w:rsidRDefault="009D4910" w:rsidP="009D4910">
      <w:pPr>
        <w:spacing w:after="0" w:line="240" w:lineRule="auto"/>
        <w:jc w:val="both"/>
        <w:rPr>
          <w:rFonts w:cs="Tahoma"/>
          <w:shd w:val="clear" w:color="auto" w:fill="FFFFFF"/>
        </w:rPr>
      </w:pPr>
      <w:r w:rsidRPr="009D4910">
        <w:rPr>
          <w:rFonts w:cs="Tahoma"/>
          <w:shd w:val="clear" w:color="auto" w:fill="FFFFFF"/>
        </w:rPr>
        <w:t xml:space="preserve">SO03-10-01: není nám jasný význam </w:t>
      </w:r>
      <w:proofErr w:type="gramStart"/>
      <w:r w:rsidRPr="009D4910">
        <w:rPr>
          <w:rFonts w:cs="Tahoma"/>
          <w:shd w:val="clear" w:color="auto" w:fill="FFFFFF"/>
        </w:rPr>
        <w:t>pol.č.</w:t>
      </w:r>
      <w:proofErr w:type="gramEnd"/>
      <w:r w:rsidRPr="009D4910">
        <w:rPr>
          <w:rFonts w:cs="Tahoma"/>
          <w:shd w:val="clear" w:color="auto" w:fill="FFFFFF"/>
        </w:rPr>
        <w:t xml:space="preserve">26 soupisu prací. O jakou úpravu GPK ve stávajících úsecích se jedná a kdy má být provedena? Snížení převýšení je zahrnuto v </w:t>
      </w:r>
      <w:proofErr w:type="gramStart"/>
      <w:r w:rsidRPr="009D4910">
        <w:rPr>
          <w:rFonts w:cs="Tahoma"/>
          <w:shd w:val="clear" w:color="auto" w:fill="FFFFFF"/>
        </w:rPr>
        <w:t>pol.č.</w:t>
      </w:r>
      <w:proofErr w:type="gramEnd"/>
      <w:r w:rsidRPr="009D4910">
        <w:rPr>
          <w:rFonts w:cs="Tahoma"/>
          <w:shd w:val="clear" w:color="auto" w:fill="FFFFFF"/>
        </w:rPr>
        <w:t>25 a úprava GPK při zřizování nových kolejí je součástí položek zřízení kolejí.</w:t>
      </w:r>
    </w:p>
    <w:p w:rsidR="009D4910" w:rsidRPr="009D4910" w:rsidRDefault="009D4910" w:rsidP="009D4910">
      <w:pPr>
        <w:spacing w:after="0" w:line="240" w:lineRule="auto"/>
        <w:rPr>
          <w:rFonts w:cs="Tahoma"/>
          <w:shd w:val="clear" w:color="auto" w:fill="FFFFFF"/>
        </w:rPr>
      </w:pPr>
    </w:p>
    <w:p w:rsidR="009D4910" w:rsidRPr="009D4910" w:rsidRDefault="009D4910" w:rsidP="009D4910">
      <w:pPr>
        <w:spacing w:after="0" w:line="240" w:lineRule="auto"/>
        <w:rPr>
          <w:rFonts w:eastAsia="Calibri" w:cs="Times New Roman"/>
          <w:b/>
          <w:lang w:eastAsia="cs-CZ"/>
        </w:rPr>
      </w:pPr>
      <w:r w:rsidRPr="009D4910">
        <w:rPr>
          <w:rFonts w:eastAsia="Calibri" w:cs="Times New Roman"/>
          <w:b/>
          <w:lang w:eastAsia="cs-CZ"/>
        </w:rPr>
        <w:t xml:space="preserve">Odpověď: </w:t>
      </w:r>
    </w:p>
    <w:p w:rsidR="009D4910" w:rsidRPr="009D4910" w:rsidRDefault="009D4910" w:rsidP="009D4910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9D4910">
        <w:rPr>
          <w:rFonts w:eastAsia="Times New Roman" w:cs="Times New Roman"/>
          <w:bCs/>
          <w:lang w:eastAsia="cs-CZ"/>
        </w:rPr>
        <w:t xml:space="preserve">Položka </w:t>
      </w:r>
      <w:proofErr w:type="gramStart"/>
      <w:r w:rsidRPr="009D4910">
        <w:rPr>
          <w:rFonts w:eastAsia="Times New Roman" w:cs="Times New Roman"/>
          <w:bCs/>
          <w:lang w:eastAsia="cs-CZ"/>
        </w:rPr>
        <w:t>č.26</w:t>
      </w:r>
      <w:proofErr w:type="gramEnd"/>
      <w:r w:rsidRPr="009D4910">
        <w:rPr>
          <w:rFonts w:eastAsia="Times New Roman" w:cs="Times New Roman"/>
          <w:bCs/>
          <w:lang w:eastAsia="cs-CZ"/>
        </w:rPr>
        <w:t xml:space="preserve"> (</w:t>
      </w:r>
      <w:r w:rsidRPr="009D4910">
        <w:rPr>
          <w:rFonts w:eastAsia="Times New Roman" w:cs="Times New Roman"/>
          <w:bCs/>
          <w:i/>
          <w:iCs/>
          <w:lang w:eastAsia="cs-CZ"/>
        </w:rPr>
        <w:t>542121; SMĚROVÉ A VÝŠKOVÉ VYROVNÁNÍ KOLEJE NA PRAŽCÍCH BETONOVÝCH DO 0,05 M)</w:t>
      </w:r>
      <w:r w:rsidRPr="009D4910">
        <w:rPr>
          <w:rFonts w:eastAsia="Times New Roman" w:cs="Times New Roman"/>
          <w:bCs/>
          <w:lang w:eastAsia="cs-CZ"/>
        </w:rPr>
        <w:t xml:space="preserve"> obsahuje podbíjení koleje ASP, které je nezbytné pro navázání nového stavu kolejových spojek s novou osovou vzdáleností 4,50m plynule do stávajícího stavu traťových kolejí s osovou vzdáleností ~4,10m tak, aby byla zajištěna </w:t>
      </w:r>
      <w:proofErr w:type="gramStart"/>
      <w:r w:rsidRPr="009D4910">
        <w:rPr>
          <w:rFonts w:eastAsia="Times New Roman" w:cs="Times New Roman"/>
          <w:bCs/>
          <w:lang w:eastAsia="cs-CZ"/>
        </w:rPr>
        <w:t>provozuschopnost 1.TK</w:t>
      </w:r>
      <w:proofErr w:type="gramEnd"/>
      <w:r w:rsidRPr="009D4910">
        <w:rPr>
          <w:rFonts w:eastAsia="Times New Roman" w:cs="Times New Roman"/>
          <w:bCs/>
          <w:lang w:eastAsia="cs-CZ"/>
        </w:rPr>
        <w:t xml:space="preserve"> a 2.TK mezi jednotlivými stavebními etapami. Toto podbíjení je nad rámec položek pro zřízení kolejového roštu nebo výhybek a nad rámec položky pro snížení převýšení koleje. (Položka zůstává beze změny).</w:t>
      </w:r>
    </w:p>
    <w:p w:rsidR="009D4910" w:rsidRDefault="009D4910" w:rsidP="00850584">
      <w:pPr>
        <w:spacing w:after="120" w:line="240" w:lineRule="auto"/>
        <w:rPr>
          <w:rFonts w:eastAsia="Times New Roman" w:cs="Times New Roman"/>
          <w:bCs/>
          <w:i/>
          <w:iCs/>
          <w:lang w:eastAsia="cs-CZ"/>
        </w:rPr>
      </w:pPr>
    </w:p>
    <w:p w:rsidR="004968A4" w:rsidRDefault="004968A4" w:rsidP="004968A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:rsidR="009D4910" w:rsidRDefault="009D4910" w:rsidP="00850584">
      <w:pPr>
        <w:spacing w:after="120" w:line="240" w:lineRule="auto"/>
        <w:rPr>
          <w:rFonts w:eastAsia="Times New Roman" w:cs="Times New Roman"/>
          <w:bCs/>
          <w:i/>
          <w:iCs/>
          <w:lang w:eastAsia="cs-CZ"/>
        </w:rPr>
      </w:pPr>
    </w:p>
    <w:p w:rsidR="004968A4" w:rsidRDefault="004968A4" w:rsidP="004968A4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2" w:history="1">
        <w:r>
          <w:rPr>
            <w:rStyle w:val="Hypertextovodkaz"/>
            <w:rFonts w:eastAsia="Calibri" w:cs="Times New Roman"/>
            <w:color w:val="0000FF"/>
            <w:lang w:eastAsia="cs-CZ"/>
          </w:rPr>
          <w:t>https://zakazky.szdc.cz/</w:t>
        </w:r>
      </w:hyperlink>
      <w:r>
        <w:rPr>
          <w:rFonts w:eastAsia="Calibri" w:cs="Times New Roman"/>
          <w:u w:val="single"/>
          <w:lang w:eastAsia="cs-CZ"/>
        </w:rPr>
        <w:t>.</w:t>
      </w:r>
    </w:p>
    <w:p w:rsidR="009D4910" w:rsidRPr="009D4910" w:rsidRDefault="009D4910" w:rsidP="00850584">
      <w:pPr>
        <w:spacing w:after="120" w:line="240" w:lineRule="auto"/>
        <w:rPr>
          <w:rFonts w:eastAsia="Times New Roman" w:cs="Times New Roman"/>
          <w:bCs/>
          <w:i/>
          <w:iCs/>
          <w:lang w:eastAsia="cs-CZ"/>
        </w:rPr>
      </w:pPr>
    </w:p>
    <w:p w:rsidR="00F65E59" w:rsidRPr="009D4910" w:rsidRDefault="00A6229E" w:rsidP="005A7047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  <w:r w:rsidRPr="009D4910">
        <w:rPr>
          <w:rFonts w:eastAsia="Times New Roman" w:cs="Times New Roman"/>
          <w:b/>
          <w:bCs/>
          <w:lang w:eastAsia="cs-CZ"/>
        </w:rPr>
        <w:t>Přílohy:</w:t>
      </w:r>
    </w:p>
    <w:p w:rsidR="009D4910" w:rsidRPr="009D4910" w:rsidRDefault="009D4910" w:rsidP="009D4910">
      <w:pPr>
        <w:spacing w:after="0" w:line="240" w:lineRule="auto"/>
        <w:rPr>
          <w:rFonts w:eastAsia="Calibri" w:cs="Times New Roman"/>
          <w:lang w:eastAsia="cs-CZ"/>
        </w:rPr>
      </w:pPr>
      <w:r w:rsidRPr="009D4910">
        <w:rPr>
          <w:rFonts w:eastAsia="Calibri" w:cs="Times New Roman"/>
          <w:lang w:eastAsia="cs-CZ"/>
        </w:rPr>
        <w:t>SO031001_upr05.xlsm</w:t>
      </w:r>
    </w:p>
    <w:p w:rsidR="00812E69" w:rsidRDefault="00812E69" w:rsidP="005A704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4968A4" w:rsidRDefault="004968A4" w:rsidP="004968A4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4968A4" w:rsidRDefault="004968A4" w:rsidP="004968A4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4968A4" w:rsidRDefault="004968A4" w:rsidP="004968A4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V Olomouci dne 2</w:t>
      </w:r>
      <w:r>
        <w:rPr>
          <w:rFonts w:eastAsia="Calibri" w:cs="Times New Roman"/>
          <w:lang w:eastAsia="cs-CZ"/>
        </w:rPr>
        <w:t>5</w:t>
      </w:r>
      <w:r>
        <w:rPr>
          <w:rFonts w:eastAsia="Calibri" w:cs="Times New Roman"/>
          <w:lang w:eastAsia="cs-CZ"/>
        </w:rPr>
        <w:t>. 8. 2020</w:t>
      </w:r>
    </w:p>
    <w:p w:rsidR="004968A4" w:rsidRDefault="004968A4" w:rsidP="004968A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968A4" w:rsidRDefault="004968A4" w:rsidP="004968A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968A4" w:rsidRDefault="004968A4" w:rsidP="004968A4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4968A4" w:rsidRDefault="004968A4" w:rsidP="004968A4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4968A4" w:rsidRDefault="004968A4" w:rsidP="004968A4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4968A4" w:rsidRDefault="004968A4" w:rsidP="004968A4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  <w:bookmarkStart w:id="1" w:name="_GoBack"/>
      <w:bookmarkEnd w:id="1"/>
    </w:p>
    <w:p w:rsidR="004968A4" w:rsidRDefault="004968A4" w:rsidP="004968A4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4968A4" w:rsidRDefault="004968A4" w:rsidP="004968A4">
      <w:pPr>
        <w:spacing w:after="0"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bCs/>
          <w:lang w:eastAsia="cs-CZ"/>
        </w:rPr>
        <w:t>Ing. Miroslav Bocák</w:t>
      </w:r>
      <w:r>
        <w:rPr>
          <w:rFonts w:eastAsia="Times New Roman" w:cs="Times New Roman"/>
          <w:b/>
          <w:lang w:eastAsia="cs-CZ"/>
        </w:rPr>
        <w:t xml:space="preserve"> </w:t>
      </w:r>
    </w:p>
    <w:p w:rsidR="004968A4" w:rsidRDefault="004968A4" w:rsidP="004968A4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ředitel organizační jednotky</w:t>
      </w:r>
      <w:r>
        <w:rPr>
          <w:rFonts w:eastAsia="Times New Roman" w:cs="Times New Roman"/>
          <w:lang w:eastAsia="cs-CZ"/>
        </w:rPr>
        <w:tab/>
      </w:r>
    </w:p>
    <w:p w:rsidR="004968A4" w:rsidRDefault="004968A4" w:rsidP="004968A4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Stavební správa východ</w:t>
      </w:r>
    </w:p>
    <w:p w:rsidR="004968A4" w:rsidRDefault="004968A4" w:rsidP="004968A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Správa železnic, státní organizace</w:t>
      </w:r>
    </w:p>
    <w:p w:rsidR="004968A4" w:rsidRDefault="004968A4" w:rsidP="004968A4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CB7B5A" w:rsidRPr="00CB7B5A" w:rsidRDefault="00CB7B5A" w:rsidP="00A44042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00049C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088" w:rsidRDefault="00AB1088" w:rsidP="00962258">
      <w:pPr>
        <w:spacing w:after="0" w:line="240" w:lineRule="auto"/>
      </w:pPr>
      <w:r>
        <w:separator/>
      </w:r>
    </w:p>
  </w:endnote>
  <w:endnote w:type="continuationSeparator" w:id="0">
    <w:p w:rsidR="00AB1088" w:rsidRDefault="00AB108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F07F2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F07F2" w:rsidRPr="00B8518B" w:rsidRDefault="00FF07F2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A36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A36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B8518B">
          <w:pPr>
            <w:pStyle w:val="Zpat"/>
          </w:pPr>
        </w:p>
      </w:tc>
      <w:tc>
        <w:tcPr>
          <w:tcW w:w="2921" w:type="dxa"/>
        </w:tcPr>
        <w:p w:rsidR="00FF07F2" w:rsidRDefault="00FF07F2" w:rsidP="00D831A3">
          <w:pPr>
            <w:pStyle w:val="Zpat"/>
          </w:pPr>
        </w:p>
      </w:tc>
    </w:tr>
  </w:tbl>
  <w:p w:rsidR="00FF07F2" w:rsidRPr="00B8518B" w:rsidRDefault="00FF07F2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C26E68E" wp14:editId="4B678D8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ED4153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AE74B9" wp14:editId="65C0CBE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758672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F07F2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F07F2" w:rsidRPr="00B8518B" w:rsidRDefault="00FF07F2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A36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A36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F07F2">
          <w:pPr>
            <w:pStyle w:val="Zpat"/>
          </w:pPr>
          <w:r>
            <w:t>Správa železnic, státní organizace</w:t>
          </w:r>
        </w:p>
        <w:p w:rsidR="00FF07F2" w:rsidRDefault="00FF07F2" w:rsidP="00FF07F2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F07F2">
          <w:pPr>
            <w:pStyle w:val="Zpat"/>
          </w:pPr>
          <w:r>
            <w:t>Sídlo: Dlážděná 1003/7, 110 00 Praha 1</w:t>
          </w:r>
        </w:p>
        <w:p w:rsidR="00FF07F2" w:rsidRDefault="00FF07F2" w:rsidP="00FF07F2">
          <w:pPr>
            <w:pStyle w:val="Zpat"/>
          </w:pPr>
          <w:r>
            <w:t>IČO: 709 94 234 DIČ: CZ 709 94 234</w:t>
          </w:r>
        </w:p>
        <w:p w:rsidR="00FF07F2" w:rsidRDefault="003F4DAD" w:rsidP="00FF07F2">
          <w:pPr>
            <w:pStyle w:val="Zpat"/>
          </w:pPr>
          <w:r>
            <w:t>www.spravazelezni</w:t>
          </w:r>
          <w:r w:rsidR="00FF07F2">
            <w:t>c.cz</w:t>
          </w:r>
        </w:p>
      </w:tc>
      <w:tc>
        <w:tcPr>
          <w:tcW w:w="2921" w:type="dxa"/>
        </w:tcPr>
        <w:p w:rsidR="00FF07F2" w:rsidRPr="00D84AC6" w:rsidRDefault="00FF07F2" w:rsidP="00FF07F2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FF07F2" w:rsidRPr="00D84AC6" w:rsidRDefault="00FF07F2" w:rsidP="00FF07F2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FF07F2" w:rsidRPr="00D84AC6" w:rsidRDefault="00FF07F2" w:rsidP="00FF07F2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FF07F2" w:rsidRDefault="00FF07F2" w:rsidP="00FF07F2">
          <w:pPr>
            <w:pStyle w:val="Zpat"/>
          </w:pPr>
        </w:p>
      </w:tc>
    </w:tr>
  </w:tbl>
  <w:p w:rsidR="00FF07F2" w:rsidRPr="00B8518B" w:rsidRDefault="00FF07F2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1728659" wp14:editId="0198DF6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BB66B42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0BE0D96" wp14:editId="761C17A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E700412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F07F2" w:rsidRPr="00460660" w:rsidRDefault="00FF07F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088" w:rsidRDefault="00AB1088" w:rsidP="00962258">
      <w:pPr>
        <w:spacing w:after="0" w:line="240" w:lineRule="auto"/>
      </w:pPr>
      <w:r>
        <w:separator/>
      </w:r>
    </w:p>
  </w:footnote>
  <w:footnote w:type="continuationSeparator" w:id="0">
    <w:p w:rsidR="00AB1088" w:rsidRDefault="00AB108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F07F2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F07F2" w:rsidRPr="00B8518B" w:rsidRDefault="00FF07F2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F07F2" w:rsidRDefault="00FF07F2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F07F2" w:rsidRPr="00D6163D" w:rsidRDefault="00FF07F2" w:rsidP="00D6163D">
          <w:pPr>
            <w:pStyle w:val="Druhdokumentu"/>
          </w:pPr>
        </w:p>
      </w:tc>
    </w:tr>
  </w:tbl>
  <w:p w:rsidR="00FF07F2" w:rsidRPr="00D6163D" w:rsidRDefault="00FF07F2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F07F2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F07F2" w:rsidRPr="00B8518B" w:rsidRDefault="00FF07F2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67B1B171" wp14:editId="26F13031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0DD2901C" wp14:editId="61EF4083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<w:pict>
                  <v:shape w14:anchorId="0160D707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F07F2" w:rsidRPr="00D6163D" w:rsidRDefault="00FF07F2" w:rsidP="00FC6389">
          <w:pPr>
            <w:pStyle w:val="Druhdokumentu"/>
          </w:pPr>
        </w:p>
      </w:tc>
    </w:tr>
    <w:tr w:rsidR="00FF07F2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F07F2" w:rsidRPr="00B8518B" w:rsidRDefault="00FF07F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C6389">
          <w:pPr>
            <w:pStyle w:val="Druhdokumentu"/>
            <w:rPr>
              <w:noProof/>
            </w:rPr>
          </w:pPr>
        </w:p>
      </w:tc>
    </w:tr>
  </w:tbl>
  <w:p w:rsidR="00FF07F2" w:rsidRPr="00D6163D" w:rsidRDefault="00FF07F2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28AC03A" wp14:editId="0FFD345C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 w14:anchorId="389B4779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F07F2" w:rsidRPr="00460660" w:rsidRDefault="00FF07F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79C1098"/>
    <w:multiLevelType w:val="hybridMultilevel"/>
    <w:tmpl w:val="BB5411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73A92"/>
    <w:multiLevelType w:val="hybridMultilevel"/>
    <w:tmpl w:val="C8ECA9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046ADC"/>
    <w:multiLevelType w:val="hybridMultilevel"/>
    <w:tmpl w:val="FE34D9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0D4486"/>
    <w:multiLevelType w:val="hybridMultilevel"/>
    <w:tmpl w:val="C8ECA9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0D4103"/>
    <w:multiLevelType w:val="hybridMultilevel"/>
    <w:tmpl w:val="2BD25CC4"/>
    <w:lvl w:ilvl="0" w:tplc="E5D245F4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1A6086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484CBD"/>
    <w:multiLevelType w:val="hybridMultilevel"/>
    <w:tmpl w:val="DD408508"/>
    <w:lvl w:ilvl="0" w:tplc="2D0686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0">
    <w:nsid w:val="1AEB63A5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77950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872BB6"/>
    <w:multiLevelType w:val="hybridMultilevel"/>
    <w:tmpl w:val="D3AA9794"/>
    <w:lvl w:ilvl="0" w:tplc="6F9E8CBE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249D4E94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8E0C7E"/>
    <w:multiLevelType w:val="hybridMultilevel"/>
    <w:tmpl w:val="D3DE87AE"/>
    <w:lvl w:ilvl="0" w:tplc="4386BD1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391296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F76403"/>
    <w:multiLevelType w:val="multilevel"/>
    <w:tmpl w:val="0D34D660"/>
    <w:numStyleLink w:val="ListBulletmultilevel"/>
  </w:abstractNum>
  <w:abstractNum w:abstractNumId="17">
    <w:nsid w:val="2D554369"/>
    <w:multiLevelType w:val="hybridMultilevel"/>
    <w:tmpl w:val="7F461E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920811"/>
    <w:multiLevelType w:val="hybridMultilevel"/>
    <w:tmpl w:val="59E40F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340402"/>
    <w:multiLevelType w:val="hybridMultilevel"/>
    <w:tmpl w:val="C1E0625C"/>
    <w:lvl w:ilvl="0" w:tplc="172A051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B08549A"/>
    <w:multiLevelType w:val="hybridMultilevel"/>
    <w:tmpl w:val="A8D6B87A"/>
    <w:lvl w:ilvl="0" w:tplc="1E26E3D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312408C"/>
    <w:multiLevelType w:val="hybridMultilevel"/>
    <w:tmpl w:val="1D105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277346"/>
    <w:multiLevelType w:val="hybridMultilevel"/>
    <w:tmpl w:val="C8ECA9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761EFC"/>
    <w:multiLevelType w:val="hybridMultilevel"/>
    <w:tmpl w:val="54CED5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5B3722"/>
    <w:multiLevelType w:val="hybridMultilevel"/>
    <w:tmpl w:val="AD5AE8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5C25B6"/>
    <w:multiLevelType w:val="hybridMultilevel"/>
    <w:tmpl w:val="C8ECA9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27">
    <w:nsid w:val="4C0F1BA6"/>
    <w:multiLevelType w:val="hybridMultilevel"/>
    <w:tmpl w:val="F7D2D2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5810A2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940C1F"/>
    <w:multiLevelType w:val="hybridMultilevel"/>
    <w:tmpl w:val="98A0D9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96276D"/>
    <w:multiLevelType w:val="hybridMultilevel"/>
    <w:tmpl w:val="FE6299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872204"/>
    <w:multiLevelType w:val="hybridMultilevel"/>
    <w:tmpl w:val="45D8D6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710E75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552548"/>
    <w:multiLevelType w:val="hybridMultilevel"/>
    <w:tmpl w:val="CB5872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070991"/>
    <w:multiLevelType w:val="multilevel"/>
    <w:tmpl w:val="CABE99FC"/>
    <w:numStyleLink w:val="ListNumbermultilevel"/>
  </w:abstractNum>
  <w:abstractNum w:abstractNumId="35">
    <w:nsid w:val="74F05B63"/>
    <w:multiLevelType w:val="hybridMultilevel"/>
    <w:tmpl w:val="FE6299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6"/>
  </w:num>
  <w:num w:numId="4">
    <w:abstractNumId w:val="34"/>
  </w:num>
  <w:num w:numId="5">
    <w:abstractNumId w:val="0"/>
  </w:num>
  <w:num w:numId="6">
    <w:abstractNumId w:val="26"/>
  </w:num>
  <w:num w:numId="7">
    <w:abstractNumId w:val="4"/>
  </w:num>
  <w:num w:numId="8">
    <w:abstractNumId w:val="24"/>
  </w:num>
  <w:num w:numId="9">
    <w:abstractNumId w:val="23"/>
  </w:num>
  <w:num w:numId="10">
    <w:abstractNumId w:val="20"/>
  </w:num>
  <w:num w:numId="11">
    <w:abstractNumId w:val="11"/>
  </w:num>
  <w:num w:numId="12">
    <w:abstractNumId w:val="2"/>
  </w:num>
  <w:num w:numId="13">
    <w:abstractNumId w:val="17"/>
  </w:num>
  <w:num w:numId="14">
    <w:abstractNumId w:val="6"/>
  </w:num>
  <w:num w:numId="15">
    <w:abstractNumId w:val="19"/>
  </w:num>
  <w:num w:numId="16">
    <w:abstractNumId w:val="18"/>
  </w:num>
  <w:num w:numId="17">
    <w:abstractNumId w:val="30"/>
  </w:num>
  <w:num w:numId="18">
    <w:abstractNumId w:val="8"/>
  </w:num>
  <w:num w:numId="19">
    <w:abstractNumId w:val="33"/>
  </w:num>
  <w:num w:numId="20">
    <w:abstractNumId w:val="35"/>
  </w:num>
  <w:num w:numId="21">
    <w:abstractNumId w:val="31"/>
  </w:num>
  <w:num w:numId="22">
    <w:abstractNumId w:val="21"/>
  </w:num>
  <w:num w:numId="23">
    <w:abstractNumId w:val="27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</w:num>
  <w:num w:numId="26">
    <w:abstractNumId w:val="29"/>
  </w:num>
  <w:num w:numId="27">
    <w:abstractNumId w:val="12"/>
  </w:num>
  <w:num w:numId="28">
    <w:abstractNumId w:val="10"/>
  </w:num>
  <w:num w:numId="29">
    <w:abstractNumId w:val="28"/>
  </w:num>
  <w:num w:numId="30">
    <w:abstractNumId w:val="7"/>
  </w:num>
  <w:num w:numId="31">
    <w:abstractNumId w:val="13"/>
  </w:num>
  <w:num w:numId="32">
    <w:abstractNumId w:val="15"/>
  </w:num>
  <w:num w:numId="33">
    <w:abstractNumId w:val="5"/>
  </w:num>
  <w:num w:numId="34">
    <w:abstractNumId w:val="25"/>
  </w:num>
  <w:num w:numId="35">
    <w:abstractNumId w:val="3"/>
  </w:num>
  <w:num w:numId="36">
    <w:abstractNumId w:val="2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0049C"/>
    <w:rsid w:val="00003E72"/>
    <w:rsid w:val="00033432"/>
    <w:rsid w:val="000335CC"/>
    <w:rsid w:val="00072C1E"/>
    <w:rsid w:val="000B2F30"/>
    <w:rsid w:val="000B3A82"/>
    <w:rsid w:val="000B6C7E"/>
    <w:rsid w:val="000B7907"/>
    <w:rsid w:val="000C0429"/>
    <w:rsid w:val="000C45E8"/>
    <w:rsid w:val="00111D76"/>
    <w:rsid w:val="00114472"/>
    <w:rsid w:val="00170EC5"/>
    <w:rsid w:val="0017276A"/>
    <w:rsid w:val="001747C1"/>
    <w:rsid w:val="00176AD8"/>
    <w:rsid w:val="0018596A"/>
    <w:rsid w:val="001B69C2"/>
    <w:rsid w:val="001C4DA0"/>
    <w:rsid w:val="001F4872"/>
    <w:rsid w:val="00207DF5"/>
    <w:rsid w:val="00240083"/>
    <w:rsid w:val="00256063"/>
    <w:rsid w:val="00256467"/>
    <w:rsid w:val="002642D2"/>
    <w:rsid w:val="00267369"/>
    <w:rsid w:val="0026785D"/>
    <w:rsid w:val="00281D13"/>
    <w:rsid w:val="002B06CF"/>
    <w:rsid w:val="002B2F0A"/>
    <w:rsid w:val="002C31BF"/>
    <w:rsid w:val="002E0CD7"/>
    <w:rsid w:val="002F026B"/>
    <w:rsid w:val="002F5250"/>
    <w:rsid w:val="00342480"/>
    <w:rsid w:val="00357BC6"/>
    <w:rsid w:val="0037111D"/>
    <w:rsid w:val="003756B9"/>
    <w:rsid w:val="0038055F"/>
    <w:rsid w:val="003956C6"/>
    <w:rsid w:val="003A0BB0"/>
    <w:rsid w:val="003A3618"/>
    <w:rsid w:val="003E6B9A"/>
    <w:rsid w:val="003E75CE"/>
    <w:rsid w:val="003E7BF6"/>
    <w:rsid w:val="003F2C2E"/>
    <w:rsid w:val="003F4DAD"/>
    <w:rsid w:val="00400F99"/>
    <w:rsid w:val="0041380F"/>
    <w:rsid w:val="004177B6"/>
    <w:rsid w:val="00450F07"/>
    <w:rsid w:val="00453CD3"/>
    <w:rsid w:val="00455BC7"/>
    <w:rsid w:val="00460660"/>
    <w:rsid w:val="00460CCB"/>
    <w:rsid w:val="00477370"/>
    <w:rsid w:val="004800E9"/>
    <w:rsid w:val="00486107"/>
    <w:rsid w:val="00491827"/>
    <w:rsid w:val="004926B0"/>
    <w:rsid w:val="004968A4"/>
    <w:rsid w:val="004A7C69"/>
    <w:rsid w:val="004B0B5A"/>
    <w:rsid w:val="004C4399"/>
    <w:rsid w:val="004C69ED"/>
    <w:rsid w:val="004C787C"/>
    <w:rsid w:val="004E616C"/>
    <w:rsid w:val="004F4B9B"/>
    <w:rsid w:val="00501654"/>
    <w:rsid w:val="005117D3"/>
    <w:rsid w:val="00511AB9"/>
    <w:rsid w:val="00523EA7"/>
    <w:rsid w:val="00542527"/>
    <w:rsid w:val="005441AD"/>
    <w:rsid w:val="00551D1F"/>
    <w:rsid w:val="00553375"/>
    <w:rsid w:val="005658A6"/>
    <w:rsid w:val="00570591"/>
    <w:rsid w:val="005720E7"/>
    <w:rsid w:val="005722BB"/>
    <w:rsid w:val="005736B7"/>
    <w:rsid w:val="00575BC4"/>
    <w:rsid w:val="00575E5A"/>
    <w:rsid w:val="00584E2A"/>
    <w:rsid w:val="00593C9B"/>
    <w:rsid w:val="00596C7E"/>
    <w:rsid w:val="005A3176"/>
    <w:rsid w:val="005A64E9"/>
    <w:rsid w:val="005A7047"/>
    <w:rsid w:val="005B5EE9"/>
    <w:rsid w:val="005E63C2"/>
    <w:rsid w:val="006104F6"/>
    <w:rsid w:val="0061068E"/>
    <w:rsid w:val="0061674D"/>
    <w:rsid w:val="00660AD3"/>
    <w:rsid w:val="006A5570"/>
    <w:rsid w:val="006A689C"/>
    <w:rsid w:val="006B3D79"/>
    <w:rsid w:val="006D3AE2"/>
    <w:rsid w:val="006E0578"/>
    <w:rsid w:val="006E314D"/>
    <w:rsid w:val="006E3EAB"/>
    <w:rsid w:val="006E7F06"/>
    <w:rsid w:val="00700FC2"/>
    <w:rsid w:val="00705071"/>
    <w:rsid w:val="00710723"/>
    <w:rsid w:val="00712ED1"/>
    <w:rsid w:val="00723ED1"/>
    <w:rsid w:val="00735ED4"/>
    <w:rsid w:val="00743525"/>
    <w:rsid w:val="00744612"/>
    <w:rsid w:val="007531A0"/>
    <w:rsid w:val="0076286B"/>
    <w:rsid w:val="00764595"/>
    <w:rsid w:val="00766846"/>
    <w:rsid w:val="0077673A"/>
    <w:rsid w:val="007846E1"/>
    <w:rsid w:val="007B570C"/>
    <w:rsid w:val="007C7C4A"/>
    <w:rsid w:val="007E4A6E"/>
    <w:rsid w:val="007F56A7"/>
    <w:rsid w:val="00807DD0"/>
    <w:rsid w:val="00812E69"/>
    <w:rsid w:val="00813F11"/>
    <w:rsid w:val="00825B0C"/>
    <w:rsid w:val="008302E6"/>
    <w:rsid w:val="008455E0"/>
    <w:rsid w:val="00850584"/>
    <w:rsid w:val="00871912"/>
    <w:rsid w:val="00891334"/>
    <w:rsid w:val="008A3568"/>
    <w:rsid w:val="008D03B9"/>
    <w:rsid w:val="008E5F0E"/>
    <w:rsid w:val="008F145C"/>
    <w:rsid w:val="008F18D6"/>
    <w:rsid w:val="008F5346"/>
    <w:rsid w:val="00904780"/>
    <w:rsid w:val="009113A8"/>
    <w:rsid w:val="0092166E"/>
    <w:rsid w:val="00922385"/>
    <w:rsid w:val="009223DF"/>
    <w:rsid w:val="00936091"/>
    <w:rsid w:val="00937ADB"/>
    <w:rsid w:val="00940D8A"/>
    <w:rsid w:val="00962258"/>
    <w:rsid w:val="009678B7"/>
    <w:rsid w:val="00982411"/>
    <w:rsid w:val="00992D9C"/>
    <w:rsid w:val="00996CB8"/>
    <w:rsid w:val="009A3649"/>
    <w:rsid w:val="009A7568"/>
    <w:rsid w:val="009B2E97"/>
    <w:rsid w:val="009B3C69"/>
    <w:rsid w:val="009B72CC"/>
    <w:rsid w:val="009C15F6"/>
    <w:rsid w:val="009D4910"/>
    <w:rsid w:val="009E07F4"/>
    <w:rsid w:val="009E48F0"/>
    <w:rsid w:val="009F392E"/>
    <w:rsid w:val="00A0575D"/>
    <w:rsid w:val="00A44042"/>
    <w:rsid w:val="00A44328"/>
    <w:rsid w:val="00A6177B"/>
    <w:rsid w:val="00A6229E"/>
    <w:rsid w:val="00A66136"/>
    <w:rsid w:val="00AA4CBB"/>
    <w:rsid w:val="00AA65FA"/>
    <w:rsid w:val="00AA7351"/>
    <w:rsid w:val="00AA7F86"/>
    <w:rsid w:val="00AB1088"/>
    <w:rsid w:val="00AD056F"/>
    <w:rsid w:val="00AD1F27"/>
    <w:rsid w:val="00AD2773"/>
    <w:rsid w:val="00AD6731"/>
    <w:rsid w:val="00AE1DDE"/>
    <w:rsid w:val="00AF7957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55D1"/>
    <w:rsid w:val="00BD7E91"/>
    <w:rsid w:val="00BF374D"/>
    <w:rsid w:val="00BF4924"/>
    <w:rsid w:val="00BF6D48"/>
    <w:rsid w:val="00C02D0A"/>
    <w:rsid w:val="00C03A6E"/>
    <w:rsid w:val="00C27CAB"/>
    <w:rsid w:val="00C30759"/>
    <w:rsid w:val="00C44F6A"/>
    <w:rsid w:val="00C56EF4"/>
    <w:rsid w:val="00C57BE3"/>
    <w:rsid w:val="00C6237B"/>
    <w:rsid w:val="00C727E5"/>
    <w:rsid w:val="00C8207D"/>
    <w:rsid w:val="00CB1D34"/>
    <w:rsid w:val="00CB7B5A"/>
    <w:rsid w:val="00CC00E6"/>
    <w:rsid w:val="00CC1E2B"/>
    <w:rsid w:val="00CD1FC4"/>
    <w:rsid w:val="00CE371D"/>
    <w:rsid w:val="00D02A4D"/>
    <w:rsid w:val="00D21061"/>
    <w:rsid w:val="00D316A7"/>
    <w:rsid w:val="00D36EA8"/>
    <w:rsid w:val="00D4108E"/>
    <w:rsid w:val="00D6163D"/>
    <w:rsid w:val="00D63009"/>
    <w:rsid w:val="00D6609F"/>
    <w:rsid w:val="00D831A3"/>
    <w:rsid w:val="00D902AD"/>
    <w:rsid w:val="00DA6FFE"/>
    <w:rsid w:val="00DC3110"/>
    <w:rsid w:val="00DC6282"/>
    <w:rsid w:val="00DD46F3"/>
    <w:rsid w:val="00DD58A6"/>
    <w:rsid w:val="00DD69C2"/>
    <w:rsid w:val="00DE4035"/>
    <w:rsid w:val="00DE56F2"/>
    <w:rsid w:val="00DF116D"/>
    <w:rsid w:val="00E03321"/>
    <w:rsid w:val="00E10710"/>
    <w:rsid w:val="00E56B31"/>
    <w:rsid w:val="00E77A86"/>
    <w:rsid w:val="00E824F1"/>
    <w:rsid w:val="00EB104F"/>
    <w:rsid w:val="00EB4A17"/>
    <w:rsid w:val="00EC3C53"/>
    <w:rsid w:val="00ED14BD"/>
    <w:rsid w:val="00EF418A"/>
    <w:rsid w:val="00F01440"/>
    <w:rsid w:val="00F07F8F"/>
    <w:rsid w:val="00F12DEC"/>
    <w:rsid w:val="00F1422A"/>
    <w:rsid w:val="00F1715C"/>
    <w:rsid w:val="00F310F8"/>
    <w:rsid w:val="00F35939"/>
    <w:rsid w:val="00F41D5F"/>
    <w:rsid w:val="00F45607"/>
    <w:rsid w:val="00F64786"/>
    <w:rsid w:val="00F659EB"/>
    <w:rsid w:val="00F65E59"/>
    <w:rsid w:val="00F804A7"/>
    <w:rsid w:val="00F862D6"/>
    <w:rsid w:val="00F86BA6"/>
    <w:rsid w:val="00FA4057"/>
    <w:rsid w:val="00FB7E02"/>
    <w:rsid w:val="00FC26F4"/>
    <w:rsid w:val="00FC6389"/>
    <w:rsid w:val="00FD2F51"/>
    <w:rsid w:val="00FE3455"/>
    <w:rsid w:val="00FE6D9B"/>
    <w:rsid w:val="00FF07F2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02F6111-58F4-4275-A425-E6EC727BB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Markéta.dotx</Template>
  <TotalTime>30</TotalTime>
  <Pages>2</Pages>
  <Words>443</Words>
  <Characters>2618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4</cp:revision>
  <cp:lastPrinted>2020-08-25T09:18:00Z</cp:lastPrinted>
  <dcterms:created xsi:type="dcterms:W3CDTF">2020-08-25T08:52:00Z</dcterms:created>
  <dcterms:modified xsi:type="dcterms:W3CDTF">2020-08-25T09:38:00Z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